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7EB" w:rsidRDefault="005B57EB" w:rsidP="007C778F">
      <w:pPr>
        <w:shd w:val="clear" w:color="auto" w:fill="F8F8F8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1D1D1D"/>
          <w:sz w:val="28"/>
          <w:szCs w:val="28"/>
          <w:lang w:eastAsia="ru-RU"/>
        </w:rPr>
      </w:pPr>
      <w:r w:rsidRPr="007C778F">
        <w:rPr>
          <w:rFonts w:ascii="Times New Roman" w:hAnsi="Times New Roman" w:cs="Times New Roman"/>
          <w:b/>
          <w:bCs/>
          <w:color w:val="1D1D1D"/>
          <w:sz w:val="28"/>
          <w:szCs w:val="28"/>
          <w:lang w:eastAsia="ru-RU"/>
        </w:rPr>
        <w:t>Об итогах VII Всероссийской научно-практической конференции молодых ученых и специалистов Роспотребнадзора «Современные проблемы эпидемиологии и гигиены»</w:t>
      </w:r>
    </w:p>
    <w:p w:rsidR="005B57EB" w:rsidRPr="007C778F" w:rsidRDefault="005B57EB" w:rsidP="007C778F">
      <w:pPr>
        <w:shd w:val="clear" w:color="auto" w:fill="F8F8F8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1D1D1D"/>
          <w:sz w:val="28"/>
          <w:szCs w:val="28"/>
          <w:lang w:eastAsia="ru-RU"/>
        </w:rPr>
      </w:pPr>
    </w:p>
    <w:p w:rsidR="005B57EB" w:rsidRPr="00982AD1" w:rsidRDefault="005B57EB" w:rsidP="00982AD1">
      <w:pPr>
        <w:shd w:val="clear" w:color="auto" w:fill="F8F8F8"/>
        <w:spacing w:after="0" w:line="360" w:lineRule="auto"/>
        <w:ind w:firstLine="709"/>
        <w:jc w:val="both"/>
        <w:rPr>
          <w:rFonts w:ascii="Times New Roman" w:hAnsi="Times New Roman" w:cs="Times New Roman"/>
          <w:color w:val="1D1D1D"/>
          <w:sz w:val="28"/>
          <w:szCs w:val="28"/>
          <w:lang w:eastAsia="ru-RU"/>
        </w:rPr>
      </w:pPr>
      <w:r w:rsidRPr="00982AD1">
        <w:rPr>
          <w:rFonts w:ascii="Times New Roman" w:hAnsi="Times New Roman" w:cs="Times New Roman"/>
          <w:color w:val="1D1D1D"/>
          <w:sz w:val="28"/>
          <w:szCs w:val="28"/>
          <w:lang w:eastAsia="ru-RU"/>
        </w:rPr>
        <w:t>С 8 по 10 декабря 2015 года в г. Санкт-Петербурге состоялась VII Всероссийская научно-практическая конференция молодых ученых и специалистов Роспотребнадзора «Современные проблемы эпидемиологии и гигиены», в работе которой приняли участие около 150 специалистов из 52 органов и организаций Роспотребнадзора, научно-исследовательских институтов ФАНО, Минздрава и ФМБА России, ВУЗов и других организаций из 19 регионов России</w:t>
      </w:r>
      <w:r>
        <w:rPr>
          <w:rFonts w:ascii="Times New Roman" w:hAnsi="Times New Roman" w:cs="Times New Roman"/>
          <w:color w:val="1D1D1D"/>
          <w:sz w:val="28"/>
          <w:szCs w:val="28"/>
          <w:lang w:eastAsia="ru-RU"/>
        </w:rPr>
        <w:t>, в том числе и из Архангельской области</w:t>
      </w:r>
      <w:r w:rsidRPr="00982AD1">
        <w:rPr>
          <w:rFonts w:ascii="Times New Roman" w:hAnsi="Times New Roman" w:cs="Times New Roman"/>
          <w:color w:val="1D1D1D"/>
          <w:sz w:val="28"/>
          <w:szCs w:val="28"/>
          <w:lang w:eastAsia="ru-RU"/>
        </w:rPr>
        <w:t>. </w:t>
      </w:r>
    </w:p>
    <w:p w:rsidR="005B57EB" w:rsidRPr="00982AD1" w:rsidRDefault="005B57EB" w:rsidP="00982AD1">
      <w:pPr>
        <w:shd w:val="clear" w:color="auto" w:fill="F8F8F8"/>
        <w:spacing w:after="0" w:line="360" w:lineRule="auto"/>
        <w:ind w:firstLine="709"/>
        <w:jc w:val="both"/>
        <w:rPr>
          <w:rFonts w:ascii="Times New Roman" w:hAnsi="Times New Roman" w:cs="Times New Roman"/>
          <w:color w:val="1D1D1D"/>
          <w:sz w:val="28"/>
          <w:szCs w:val="28"/>
          <w:lang w:eastAsia="ru-RU"/>
        </w:rPr>
      </w:pPr>
      <w:r w:rsidRPr="00982AD1">
        <w:rPr>
          <w:rFonts w:ascii="Times New Roman" w:hAnsi="Times New Roman" w:cs="Times New Roman"/>
          <w:color w:val="1D1D1D"/>
          <w:sz w:val="28"/>
          <w:szCs w:val="28"/>
          <w:lang w:eastAsia="ru-RU"/>
        </w:rPr>
        <w:t xml:space="preserve">На конференции в рамках пленарных и секционных заседаний представлено 68 докладов по актуальным проблемам гигиены, эпидемиологии и микробиологии. </w:t>
      </w:r>
    </w:p>
    <w:p w:rsidR="005B57EB" w:rsidRPr="00982AD1" w:rsidRDefault="005B57EB" w:rsidP="00982AD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AD1">
        <w:rPr>
          <w:rFonts w:ascii="Times New Roman" w:hAnsi="Times New Roman" w:cs="Times New Roman"/>
          <w:sz w:val="28"/>
          <w:szCs w:val="28"/>
        </w:rPr>
        <w:t>По результатам конкурса</w:t>
      </w:r>
      <w:r w:rsidRPr="00982AD1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 xml:space="preserve"> научных докладов молодых ученых</w:t>
      </w:r>
      <w:r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 xml:space="preserve"> </w:t>
      </w:r>
      <w:r w:rsidRPr="00982AD1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 xml:space="preserve">«Лучшая </w:t>
      </w:r>
      <w:r w:rsidRPr="00553CE5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работа молодого ученого»</w:t>
      </w:r>
      <w:r w:rsidRPr="00553CE5">
        <w:rPr>
          <w:rFonts w:ascii="Times New Roman" w:hAnsi="Times New Roman" w:cs="Times New Roman"/>
          <w:sz w:val="28"/>
          <w:szCs w:val="28"/>
        </w:rPr>
        <w:t xml:space="preserve"> в секции «Гигиена» </w:t>
      </w:r>
      <w:r w:rsidRPr="00553CE5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2</w:t>
      </w:r>
      <w:r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 xml:space="preserve"> </w:t>
      </w:r>
      <w:r w:rsidRPr="00553CE5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место</w:t>
      </w:r>
      <w:r w:rsidRPr="00982AD1">
        <w:rPr>
          <w:rStyle w:val="apple-converted-space"/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 </w:t>
      </w:r>
      <w:r w:rsidRPr="00982AD1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присуждено</w:t>
      </w:r>
      <w:r w:rsidRPr="00982AD1">
        <w:rPr>
          <w:rStyle w:val="apple-converted-space"/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 </w:t>
      </w:r>
      <w:r w:rsidRPr="00553CE5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Байдаковой Елене Валерьевне</w:t>
      </w:r>
      <w:r w:rsidRPr="00982AD1">
        <w:rPr>
          <w:rStyle w:val="apple-converted-space"/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8F8F8"/>
        </w:rPr>
        <w:t> </w:t>
      </w:r>
      <w:r>
        <w:rPr>
          <w:rStyle w:val="apple-converted-space"/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8F8F8"/>
        </w:rPr>
        <w:t xml:space="preserve"> </w:t>
      </w:r>
      <w:r w:rsidRPr="00982AD1"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– сотруднику Управления Роспотребнадзора по Архангельской области – за доклад на тему: «Характеристика микробиологического качества питьевой воды и инфекционная заболеваемость с водным фактором передачи на территории Архангельской области»</w:t>
      </w:r>
      <w:r>
        <w:rPr>
          <w:rFonts w:ascii="Times New Roman" w:hAnsi="Times New Roman" w:cs="Times New Roman"/>
          <w:color w:val="1D1D1D"/>
          <w:sz w:val="28"/>
          <w:szCs w:val="28"/>
          <w:shd w:val="clear" w:color="auto" w:fill="F8F8F8"/>
        </w:rPr>
        <w:t>. Научный руководитель доцент, д.м.н. Унгуряну Т.Н.</w:t>
      </w:r>
    </w:p>
    <w:sectPr w:rsidR="005B57EB" w:rsidRPr="00982AD1" w:rsidSect="00EC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2AD1"/>
    <w:rsid w:val="00400AE6"/>
    <w:rsid w:val="00470D36"/>
    <w:rsid w:val="00553CE5"/>
    <w:rsid w:val="005B57EB"/>
    <w:rsid w:val="00603FD0"/>
    <w:rsid w:val="007204E7"/>
    <w:rsid w:val="007C778F"/>
    <w:rsid w:val="0090555B"/>
    <w:rsid w:val="00913FC7"/>
    <w:rsid w:val="009308BC"/>
    <w:rsid w:val="00963782"/>
    <w:rsid w:val="00982AD1"/>
    <w:rsid w:val="009F2070"/>
    <w:rsid w:val="00BD5A02"/>
    <w:rsid w:val="00EC0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02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BD5A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BD5A02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982AD1"/>
  </w:style>
  <w:style w:type="paragraph" w:styleId="BalloonText">
    <w:name w:val="Balloon Text"/>
    <w:basedOn w:val="Normal"/>
    <w:link w:val="BalloonTextChar"/>
    <w:uiPriority w:val="99"/>
    <w:semiHidden/>
    <w:rsid w:val="007C7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7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1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181</Words>
  <Characters>1034</Characters>
  <Application>Microsoft Office Outlook</Application>
  <DocSecurity>0</DocSecurity>
  <Lines>0</Lines>
  <Paragraphs>0</Paragraphs>
  <ScaleCrop>false</ScaleCrop>
  <Company>Управление Роспотребнадзора по Архангельской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bks</dc:creator>
  <cp:keywords/>
  <dc:description/>
  <cp:lastModifiedBy>SokolovaNV</cp:lastModifiedBy>
  <cp:revision>3</cp:revision>
  <cp:lastPrinted>2015-12-14T09:12:00Z</cp:lastPrinted>
  <dcterms:created xsi:type="dcterms:W3CDTF">2015-12-14T09:17:00Z</dcterms:created>
  <dcterms:modified xsi:type="dcterms:W3CDTF">2015-12-17T14:18:00Z</dcterms:modified>
</cp:coreProperties>
</file>